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623AC0A8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827FE">
        <w:rPr>
          <w:rFonts w:ascii="Corbel" w:hAnsi="Corbel"/>
          <w:i/>
          <w:smallCaps/>
          <w:sz w:val="24"/>
          <w:szCs w:val="24"/>
        </w:rPr>
        <w:t>2019-2022</w:t>
      </w:r>
    </w:p>
    <w:p w14:paraId="1350DC59" w14:textId="45807E92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</w:t>
      </w:r>
      <w:r w:rsidR="00A92B4A">
        <w:rPr>
          <w:rFonts w:ascii="Corbel" w:hAnsi="Corbel"/>
          <w:sz w:val="20"/>
          <w:szCs w:val="20"/>
        </w:rPr>
        <w:t>19</w:t>
      </w:r>
      <w:r w:rsidR="00E30D73">
        <w:rPr>
          <w:rFonts w:ascii="Corbel" w:hAnsi="Corbel"/>
          <w:sz w:val="20"/>
          <w:szCs w:val="20"/>
        </w:rPr>
        <w:t>/202</w:t>
      </w:r>
      <w:r w:rsidR="00A92B4A">
        <w:rPr>
          <w:rFonts w:ascii="Corbel" w:hAnsi="Corbel"/>
          <w:sz w:val="20"/>
          <w:szCs w:val="20"/>
        </w:rPr>
        <w:t>0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ADAB09F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ADAB09F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ADAB09F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ADAB09F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ADAB09F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ADAB09F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ADAB09F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ADAB09F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ADAB09F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ADAB09F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ADAB09F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ADAB09F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ADAB09F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CD697A" w14:textId="2F722078" w:rsidR="0085747A" w:rsidRPr="009C54AE" w:rsidRDefault="00E30D73" w:rsidP="7172F61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ADAB09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1CD95583" w:rsidRPr="6ADAB09F">
              <w:rPr>
                <w:rFonts w:ascii="Corbel" w:hAnsi="Corbel"/>
                <w:b w:val="0"/>
                <w:sz w:val="24"/>
                <w:szCs w:val="24"/>
              </w:rPr>
              <w:t>Agnieszka Majka</w:t>
            </w:r>
          </w:p>
          <w:p w14:paraId="2EB75C0F" w14:textId="2C75AF9F" w:rsidR="0085747A" w:rsidRPr="009C54AE" w:rsidRDefault="1CD9558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172F61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30D73" w:rsidRPr="7172F610">
              <w:rPr>
                <w:rFonts w:ascii="Corbel" w:hAnsi="Corbel"/>
                <w:b w:val="0"/>
                <w:sz w:val="24"/>
                <w:szCs w:val="24"/>
              </w:rPr>
              <w:t xml:space="preserve">Dorota Jankowska, </w:t>
            </w:r>
            <w:r w:rsidR="72F1BCDF">
              <w:br/>
            </w:r>
            <w:r w:rsidR="00E30D73" w:rsidRPr="7172F61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7172F61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240ABD6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4B10E7B1" w:rsidR="00015B8F" w:rsidRPr="009C54AE" w:rsidRDefault="00D17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5ED0F751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lastRenderedPageBreak/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312B730B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312B730B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312B730B">
        <w:tc>
          <w:tcPr>
            <w:tcW w:w="9520" w:type="dxa"/>
          </w:tcPr>
          <w:p w14:paraId="49B2848D" w14:textId="55E4A3E5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12B730B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</w:t>
            </w:r>
            <w:r w:rsidR="221EA8C3" w:rsidRPr="312B730B">
              <w:rPr>
                <w:rFonts w:ascii="Corbel" w:hAnsi="Corbel"/>
                <w:sz w:val="24"/>
                <w:szCs w:val="24"/>
              </w:rPr>
              <w:t xml:space="preserve"> </w:t>
            </w:r>
            <w:r w:rsidRPr="312B730B">
              <w:rPr>
                <w:rFonts w:ascii="Corbel" w:hAnsi="Corbel"/>
                <w:sz w:val="24"/>
                <w:szCs w:val="24"/>
              </w:rPr>
              <w:t>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312B730B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312B730B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312B730B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312B730B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312B730B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312B730B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312B730B">
        <w:tc>
          <w:tcPr>
            <w:tcW w:w="9670" w:type="dxa"/>
          </w:tcPr>
          <w:p w14:paraId="3C5F069A" w14:textId="5FDD633B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12B730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przedmiotu na podstawie egzaminu pisemnego w formie testu z pytaniami otwartymi </w:t>
            </w:r>
            <w:r w:rsidR="0CC57A43" w:rsidRPr="312B730B">
              <w:rPr>
                <w:rFonts w:ascii="Corbel" w:hAnsi="Corbel"/>
                <w:color w:val="000000" w:themeColor="text1"/>
                <w:sz w:val="24"/>
                <w:szCs w:val="24"/>
              </w:rPr>
              <w:t>i  zamkniętymi</w:t>
            </w:r>
            <w:r w:rsidR="006C618F" w:rsidRPr="312B730B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7D6F3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BCD90" w14:textId="77777777" w:rsidR="007D6F31" w:rsidRDefault="007D6F31" w:rsidP="00C16ABF">
      <w:pPr>
        <w:spacing w:after="0" w:line="240" w:lineRule="auto"/>
      </w:pPr>
      <w:r>
        <w:separator/>
      </w:r>
    </w:p>
  </w:endnote>
  <w:endnote w:type="continuationSeparator" w:id="0">
    <w:p w14:paraId="2F990DF2" w14:textId="77777777" w:rsidR="007D6F31" w:rsidRDefault="007D6F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0071" w14:textId="77777777" w:rsidR="007D6F31" w:rsidRDefault="007D6F31" w:rsidP="00C16ABF">
      <w:pPr>
        <w:spacing w:after="0" w:line="240" w:lineRule="auto"/>
      </w:pPr>
      <w:r>
        <w:separator/>
      </w:r>
    </w:p>
  </w:footnote>
  <w:footnote w:type="continuationSeparator" w:id="0">
    <w:p w14:paraId="7EC6BE8D" w14:textId="77777777" w:rsidR="007D6F31" w:rsidRDefault="007D6F31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7FE"/>
    <w:rsid w:val="00587FA2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F31"/>
    <w:rsid w:val="007F4155"/>
    <w:rsid w:val="0081554D"/>
    <w:rsid w:val="0081707E"/>
    <w:rsid w:val="008449B3"/>
    <w:rsid w:val="008552A2"/>
    <w:rsid w:val="0085747A"/>
    <w:rsid w:val="00884922"/>
    <w:rsid w:val="00885F64"/>
    <w:rsid w:val="0088608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2B4A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64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ACE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554"/>
    <w:rsid w:val="00F83B28"/>
    <w:rsid w:val="00F84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C57A43"/>
    <w:rsid w:val="14A5E960"/>
    <w:rsid w:val="1CD95583"/>
    <w:rsid w:val="221EA8C3"/>
    <w:rsid w:val="292642F2"/>
    <w:rsid w:val="312B730B"/>
    <w:rsid w:val="42D57080"/>
    <w:rsid w:val="457C0027"/>
    <w:rsid w:val="46E543A5"/>
    <w:rsid w:val="4E370D00"/>
    <w:rsid w:val="6ADAB09F"/>
    <w:rsid w:val="6F73A380"/>
    <w:rsid w:val="7172F61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F28EB-780A-4CFC-8F44-B27DBC3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1201</Words>
  <Characters>7209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25</cp:revision>
  <cp:lastPrinted>2019-02-06T12:12:00Z</cp:lastPrinted>
  <dcterms:created xsi:type="dcterms:W3CDTF">2020-10-18T19:36:00Z</dcterms:created>
  <dcterms:modified xsi:type="dcterms:W3CDTF">2020-12-15T17:59:00Z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